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1B5" w:rsidRPr="004B45CC" w:rsidRDefault="00D951B5" w:rsidP="00EA5EEA">
      <w:pPr>
        <w:pStyle w:val="Default"/>
        <w:spacing w:line="320" w:lineRule="exact"/>
        <w:jc w:val="right"/>
        <w:rPr>
          <w:rFonts w:asciiTheme="minorEastAsia" w:eastAsiaTheme="minorEastAsia" w:hAnsiTheme="minorEastAsia"/>
          <w:color w:val="auto"/>
          <w:sz w:val="22"/>
          <w:szCs w:val="21"/>
        </w:rPr>
      </w:pPr>
      <w:bookmarkStart w:id="0" w:name="_Hlk100744377"/>
      <w:r w:rsidRPr="004B45CC">
        <w:rPr>
          <w:rFonts w:asciiTheme="minorEastAsia" w:eastAsiaTheme="minorEastAsia" w:hAnsiTheme="minorEastAsia" w:hint="eastAsia"/>
          <w:color w:val="auto"/>
          <w:sz w:val="22"/>
          <w:szCs w:val="21"/>
        </w:rPr>
        <w:t>（様式</w:t>
      </w:r>
      <w:r w:rsidR="00255759">
        <w:rPr>
          <w:rFonts w:asciiTheme="minorEastAsia" w:eastAsiaTheme="minorEastAsia" w:hAnsiTheme="minorEastAsia" w:hint="eastAsia"/>
          <w:color w:val="auto"/>
          <w:sz w:val="22"/>
          <w:szCs w:val="21"/>
        </w:rPr>
        <w:t>１</w:t>
      </w:r>
      <w:r w:rsidRPr="004B45CC">
        <w:rPr>
          <w:rFonts w:asciiTheme="minorEastAsia" w:eastAsiaTheme="minorEastAsia" w:hAnsiTheme="minorEastAsia" w:hint="eastAsia"/>
          <w:color w:val="auto"/>
          <w:sz w:val="22"/>
          <w:szCs w:val="21"/>
        </w:rPr>
        <w:t>）</w:t>
      </w:r>
    </w:p>
    <w:p w:rsidR="00312EBB" w:rsidRPr="004B45CC" w:rsidRDefault="00312EBB" w:rsidP="00312EBB">
      <w:pPr>
        <w:autoSpaceDE w:val="0"/>
        <w:autoSpaceDN w:val="0"/>
        <w:adjustRightInd w:val="0"/>
        <w:jc w:val="left"/>
        <w:textAlignment w:val="center"/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autoSpaceDE w:val="0"/>
        <w:autoSpaceDN w:val="0"/>
        <w:adjustRightInd w:val="0"/>
        <w:ind w:rightChars="95" w:right="199"/>
        <w:jc w:val="right"/>
        <w:textAlignment w:val="center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z w:val="24"/>
        </w:rPr>
        <w:t>令和　　年　　月　　日</w:t>
      </w:r>
    </w:p>
    <w:p w:rsidR="00312EBB" w:rsidRPr="004B45CC" w:rsidRDefault="00312EBB" w:rsidP="00312EBB">
      <w:pPr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jc w:val="center"/>
        <w:rPr>
          <w:rFonts w:ascii="ＭＳ 明朝" w:hAnsi="ＭＳ 明朝"/>
          <w:sz w:val="44"/>
          <w:szCs w:val="44"/>
        </w:rPr>
      </w:pPr>
      <w:r w:rsidRPr="004B45CC">
        <w:rPr>
          <w:rFonts w:ascii="ＭＳ 明朝" w:hAnsi="ＭＳ 明朝" w:hint="eastAsia"/>
          <w:kern w:val="0"/>
          <w:sz w:val="44"/>
          <w:szCs w:val="44"/>
        </w:rPr>
        <w:t>質　問　書</w:t>
      </w:r>
    </w:p>
    <w:p w:rsidR="00312EBB" w:rsidRPr="004B45CC" w:rsidRDefault="00312EBB" w:rsidP="00312EBB">
      <w:pPr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z w:val="24"/>
        </w:rPr>
        <w:t>（あて先）旭市長　米本　弥一郎</w:t>
      </w:r>
    </w:p>
    <w:p w:rsidR="00312EBB" w:rsidRPr="004B45CC" w:rsidRDefault="00312EBB" w:rsidP="00312EBB">
      <w:pPr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ind w:rightChars="1247" w:right="2619" w:firstLineChars="1500" w:firstLine="3600"/>
        <w:jc w:val="left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z w:val="24"/>
        </w:rPr>
        <w:t>(質問者)</w:t>
      </w:r>
    </w:p>
    <w:p w:rsidR="00312EBB" w:rsidRPr="004B45CC" w:rsidRDefault="00312EBB" w:rsidP="00312EBB">
      <w:pPr>
        <w:ind w:rightChars="1867" w:right="3921" w:firstLineChars="800" w:firstLine="3840"/>
        <w:jc w:val="left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pacing w:val="120"/>
          <w:kern w:val="0"/>
          <w:sz w:val="24"/>
          <w:fitText w:val="1200" w:id="-1555280896"/>
        </w:rPr>
        <w:t>会社</w:t>
      </w:r>
      <w:r w:rsidRPr="004B45CC">
        <w:rPr>
          <w:rFonts w:ascii="ＭＳ 明朝" w:hAnsi="ＭＳ 明朝" w:hint="eastAsia"/>
          <w:kern w:val="0"/>
          <w:sz w:val="24"/>
          <w:fitText w:val="1200" w:id="-1555280896"/>
        </w:rPr>
        <w:t>名</w:t>
      </w:r>
    </w:p>
    <w:p w:rsidR="00312EBB" w:rsidRPr="004B45CC" w:rsidRDefault="00312EBB" w:rsidP="00312EBB">
      <w:pPr>
        <w:ind w:rightChars="1247" w:right="2619" w:firstLineChars="800" w:firstLine="3840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pacing w:val="120"/>
          <w:kern w:val="0"/>
          <w:sz w:val="24"/>
          <w:fitText w:val="1200" w:id="-1555280895"/>
        </w:rPr>
        <w:t>所在</w:t>
      </w:r>
      <w:r w:rsidRPr="004B45CC">
        <w:rPr>
          <w:rFonts w:ascii="ＭＳ 明朝" w:hAnsi="ＭＳ 明朝" w:hint="eastAsia"/>
          <w:kern w:val="0"/>
          <w:sz w:val="24"/>
          <w:fitText w:val="1200" w:id="-1555280895"/>
        </w:rPr>
        <w:t>地</w:t>
      </w:r>
    </w:p>
    <w:p w:rsidR="00312EBB" w:rsidRPr="004B45CC" w:rsidRDefault="00312EBB" w:rsidP="00312EBB">
      <w:pPr>
        <w:jc w:val="right"/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ind w:rightChars="1247" w:right="2619" w:firstLineChars="1500" w:firstLine="3600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z w:val="24"/>
        </w:rPr>
        <w:t>(担当者)</w:t>
      </w:r>
    </w:p>
    <w:p w:rsidR="00312EBB" w:rsidRPr="004B45CC" w:rsidRDefault="00312EBB" w:rsidP="00312EBB">
      <w:pPr>
        <w:ind w:firstLineChars="400" w:firstLine="3840"/>
        <w:jc w:val="left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pacing w:val="360"/>
          <w:kern w:val="0"/>
          <w:sz w:val="24"/>
          <w:fitText w:val="1200" w:id="-1555280894"/>
        </w:rPr>
        <w:t>氏</w:t>
      </w:r>
      <w:r w:rsidRPr="004B45CC">
        <w:rPr>
          <w:rFonts w:ascii="ＭＳ 明朝" w:hAnsi="ＭＳ 明朝" w:hint="eastAsia"/>
          <w:kern w:val="0"/>
          <w:sz w:val="24"/>
          <w:fitText w:val="1200" w:id="-1555280894"/>
        </w:rPr>
        <w:t>名</w:t>
      </w:r>
    </w:p>
    <w:p w:rsidR="00312EBB" w:rsidRPr="004B45CC" w:rsidRDefault="00312EBB" w:rsidP="00312EBB">
      <w:pPr>
        <w:ind w:firstLineChars="400" w:firstLine="3840"/>
        <w:jc w:val="left"/>
        <w:rPr>
          <w:rFonts w:ascii="ＭＳ 明朝" w:hAnsi="ＭＳ 明朝"/>
          <w:kern w:val="0"/>
          <w:sz w:val="24"/>
        </w:rPr>
      </w:pPr>
      <w:r w:rsidRPr="004B45CC">
        <w:rPr>
          <w:rFonts w:ascii="ＭＳ 明朝" w:hAnsi="ＭＳ 明朝" w:hint="eastAsia"/>
          <w:spacing w:val="360"/>
          <w:kern w:val="0"/>
          <w:sz w:val="24"/>
          <w:fitText w:val="1200" w:id="-1555280893"/>
        </w:rPr>
        <w:t>所</w:t>
      </w:r>
      <w:r w:rsidRPr="004B45CC">
        <w:rPr>
          <w:rFonts w:ascii="ＭＳ 明朝" w:hAnsi="ＭＳ 明朝" w:hint="eastAsia"/>
          <w:kern w:val="0"/>
          <w:sz w:val="24"/>
          <w:fitText w:val="1200" w:id="-1555280893"/>
        </w:rPr>
        <w:t>属</w:t>
      </w:r>
    </w:p>
    <w:p w:rsidR="00312EBB" w:rsidRPr="004B45CC" w:rsidRDefault="00312EBB" w:rsidP="00312EBB">
      <w:pPr>
        <w:ind w:firstLineChars="1200" w:firstLine="3840"/>
        <w:jc w:val="left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pacing w:val="40"/>
          <w:kern w:val="0"/>
          <w:sz w:val="24"/>
          <w:fitText w:val="1200" w:id="-1555280892"/>
        </w:rPr>
        <w:t>電話番</w:t>
      </w:r>
      <w:r w:rsidRPr="004B45CC">
        <w:rPr>
          <w:rFonts w:ascii="ＭＳ 明朝" w:hAnsi="ＭＳ 明朝" w:hint="eastAsia"/>
          <w:kern w:val="0"/>
          <w:sz w:val="24"/>
          <w:fitText w:val="1200" w:id="-1555280892"/>
        </w:rPr>
        <w:t>号</w:t>
      </w:r>
    </w:p>
    <w:p w:rsidR="00312EBB" w:rsidRPr="004B45CC" w:rsidRDefault="00312EBB" w:rsidP="00312EBB">
      <w:pPr>
        <w:ind w:firstLineChars="1600" w:firstLine="3840"/>
        <w:jc w:val="left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z w:val="24"/>
        </w:rPr>
        <w:t>ＦＡＸ番号</w:t>
      </w:r>
    </w:p>
    <w:p w:rsidR="00312EBB" w:rsidRPr="004B45CC" w:rsidRDefault="00312EBB" w:rsidP="00312EBB">
      <w:pPr>
        <w:ind w:firstLineChars="1240" w:firstLine="3844"/>
        <w:jc w:val="left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pacing w:val="35"/>
          <w:kern w:val="0"/>
          <w:sz w:val="24"/>
          <w:fitText w:val="1200" w:id="-1555280891"/>
        </w:rPr>
        <w:t>Ｅ－</w:t>
      </w:r>
      <w:r w:rsidRPr="004B45CC">
        <w:rPr>
          <w:rFonts w:ascii="ＭＳ 明朝" w:hAnsi="ＭＳ 明朝"/>
          <w:spacing w:val="35"/>
          <w:kern w:val="0"/>
          <w:sz w:val="24"/>
          <w:fitText w:val="1200" w:id="-1555280891"/>
        </w:rPr>
        <w:t>mai</w:t>
      </w:r>
      <w:r w:rsidRPr="004B45CC">
        <w:rPr>
          <w:rFonts w:ascii="ＭＳ 明朝" w:hAnsi="ＭＳ 明朝"/>
          <w:spacing w:val="-5"/>
          <w:kern w:val="0"/>
          <w:sz w:val="24"/>
          <w:fitText w:val="1200" w:id="-1555280891"/>
        </w:rPr>
        <w:t>l</w:t>
      </w:r>
    </w:p>
    <w:p w:rsidR="00312EBB" w:rsidRPr="004B45CC" w:rsidRDefault="00312EBB" w:rsidP="00312EBB">
      <w:pPr>
        <w:ind w:rightChars="1247" w:right="2619"/>
        <w:jc w:val="left"/>
        <w:rPr>
          <w:rFonts w:ascii="ＭＳ 明朝" w:hAnsi="ＭＳ 明朝"/>
          <w:sz w:val="24"/>
        </w:rPr>
      </w:pPr>
    </w:p>
    <w:p w:rsidR="00312EBB" w:rsidRPr="004B45CC" w:rsidRDefault="00312EBB" w:rsidP="00312EBB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sz w:val="24"/>
        </w:rPr>
      </w:pPr>
      <w:r w:rsidRPr="004B45CC">
        <w:rPr>
          <w:rFonts w:ascii="ＭＳ 明朝" w:hAnsi="ＭＳ 明朝" w:hint="eastAsia"/>
          <w:sz w:val="24"/>
        </w:rPr>
        <w:t>旭</w:t>
      </w:r>
      <w:r w:rsidR="00255759">
        <w:rPr>
          <w:rFonts w:ascii="ＭＳ 明朝" w:hAnsi="ＭＳ 明朝" w:hint="eastAsia"/>
          <w:sz w:val="24"/>
        </w:rPr>
        <w:t>市防災行政無線</w:t>
      </w:r>
      <w:r w:rsidR="002F569E">
        <w:rPr>
          <w:rFonts w:ascii="ＭＳ 明朝" w:hAnsi="ＭＳ 明朝" w:hint="eastAsia"/>
          <w:sz w:val="24"/>
        </w:rPr>
        <w:t>改修工事</w:t>
      </w:r>
      <w:bookmarkStart w:id="1" w:name="_GoBack"/>
      <w:bookmarkEnd w:id="1"/>
      <w:r w:rsidR="00255759">
        <w:rPr>
          <w:rFonts w:ascii="ＭＳ 明朝" w:hAnsi="ＭＳ 明朝" w:hint="eastAsia"/>
          <w:sz w:val="24"/>
        </w:rPr>
        <w:t>に係る</w:t>
      </w:r>
      <w:r w:rsidRPr="004B45CC">
        <w:rPr>
          <w:rFonts w:ascii="ＭＳ 明朝" w:hAnsi="ＭＳ 明朝" w:hint="eastAsia"/>
          <w:sz w:val="24"/>
        </w:rPr>
        <w:t>公募型プロポーザルに関し、以下のことについて質問があるので回答願います。</w:t>
      </w:r>
    </w:p>
    <w:tbl>
      <w:tblPr>
        <w:tblW w:w="90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27"/>
        <w:gridCol w:w="6293"/>
      </w:tblGrid>
      <w:tr w:rsidR="00312EBB" w:rsidRPr="004B45CC" w:rsidTr="002C4744">
        <w:trPr>
          <w:trHeight w:val="319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BB" w:rsidRPr="004B45CC" w:rsidRDefault="00312EBB" w:rsidP="002C4744">
            <w:pPr>
              <w:jc w:val="center"/>
              <w:rPr>
                <w:rFonts w:ascii="ＭＳ 明朝" w:hAnsi="ＭＳ 明朝"/>
                <w:sz w:val="24"/>
              </w:rPr>
            </w:pPr>
            <w:r w:rsidRPr="004B45CC">
              <w:rPr>
                <w:rFonts w:ascii="ＭＳ 明朝" w:hAnsi="ＭＳ 明朝" w:hint="eastAsia"/>
                <w:spacing w:val="60"/>
                <w:kern w:val="0"/>
                <w:sz w:val="24"/>
                <w:fitText w:val="990" w:id="-1555280890"/>
              </w:rPr>
              <w:t>ペー</w:t>
            </w:r>
            <w:r w:rsidRPr="004B45CC">
              <w:rPr>
                <w:rFonts w:ascii="ＭＳ 明朝" w:hAnsi="ＭＳ 明朝" w:hint="eastAsia"/>
                <w:spacing w:val="15"/>
                <w:kern w:val="0"/>
                <w:sz w:val="24"/>
                <w:fitText w:val="990" w:id="-1555280890"/>
              </w:rPr>
              <w:t>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BB" w:rsidRPr="004B45CC" w:rsidRDefault="00312EBB" w:rsidP="002C4744">
            <w:pPr>
              <w:jc w:val="center"/>
              <w:rPr>
                <w:rFonts w:ascii="ＭＳ 明朝" w:hAnsi="ＭＳ 明朝"/>
                <w:sz w:val="24"/>
              </w:rPr>
            </w:pPr>
            <w:r w:rsidRPr="004B45CC">
              <w:rPr>
                <w:rFonts w:ascii="ＭＳ 明朝" w:hAnsi="ＭＳ 明朝" w:hint="eastAsia"/>
                <w:spacing w:val="60"/>
                <w:kern w:val="0"/>
                <w:sz w:val="24"/>
                <w:fitText w:val="1320" w:id="-1555280889"/>
              </w:rPr>
              <w:t>質問内</w:t>
            </w:r>
            <w:r w:rsidRPr="004B45CC">
              <w:rPr>
                <w:rFonts w:ascii="ＭＳ 明朝" w:hAnsi="ＭＳ 明朝" w:hint="eastAsia"/>
                <w:kern w:val="0"/>
                <w:sz w:val="24"/>
                <w:fitText w:val="1320" w:id="-1555280889"/>
              </w:rPr>
              <w:t>容</w:t>
            </w:r>
          </w:p>
        </w:tc>
      </w:tr>
      <w:tr w:rsidR="00312EBB" w:rsidRPr="004B45CC" w:rsidTr="002C4744">
        <w:trPr>
          <w:trHeight w:val="4671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BB" w:rsidRPr="004B45CC" w:rsidRDefault="00312EBB" w:rsidP="002C474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BB" w:rsidRPr="004B45CC" w:rsidRDefault="00312EBB" w:rsidP="002C4744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312EBB" w:rsidRPr="004B45CC" w:rsidRDefault="00312EBB" w:rsidP="00312EBB">
      <w:pPr>
        <w:ind w:firstLineChars="100" w:firstLine="240"/>
        <w:rPr>
          <w:sz w:val="24"/>
        </w:rPr>
      </w:pPr>
      <w:r w:rsidRPr="004B45CC">
        <w:rPr>
          <w:rFonts w:hint="eastAsia"/>
          <w:sz w:val="24"/>
        </w:rPr>
        <w:t>※ページ欄には、「実施要領　Ｐ．○○」など、わかりやすく記入すること。</w:t>
      </w:r>
    </w:p>
    <w:p w:rsidR="00E650B3" w:rsidRDefault="00E650B3" w:rsidP="00EA5EEA">
      <w:pPr>
        <w:pStyle w:val="Default"/>
        <w:spacing w:line="320" w:lineRule="exact"/>
        <w:jc w:val="right"/>
        <w:rPr>
          <w:rFonts w:asciiTheme="minorEastAsia" w:eastAsiaTheme="minorEastAsia" w:hAnsiTheme="minorEastAsia"/>
          <w:color w:val="auto"/>
          <w:sz w:val="22"/>
          <w:szCs w:val="21"/>
        </w:rPr>
      </w:pPr>
    </w:p>
    <w:bookmarkEnd w:id="0"/>
    <w:sectPr w:rsidR="00E650B3" w:rsidSect="003835E6">
      <w:pgSz w:w="11906" w:h="16838" w:code="9"/>
      <w:pgMar w:top="1418" w:right="1134" w:bottom="1418" w:left="1418" w:header="680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E22" w:rsidRDefault="00224E22" w:rsidP="00967664">
      <w:r>
        <w:separator/>
      </w:r>
    </w:p>
  </w:endnote>
  <w:endnote w:type="continuationSeparator" w:id="0">
    <w:p w:rsidR="00224E22" w:rsidRDefault="00224E22" w:rsidP="0096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E22" w:rsidRDefault="00224E22" w:rsidP="00967664">
      <w:r>
        <w:separator/>
      </w:r>
    </w:p>
  </w:footnote>
  <w:footnote w:type="continuationSeparator" w:id="0">
    <w:p w:rsidR="00224E22" w:rsidRDefault="00224E22" w:rsidP="00967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2E12"/>
    <w:multiLevelType w:val="hybridMultilevel"/>
    <w:tmpl w:val="9A5424BC"/>
    <w:lvl w:ilvl="0" w:tplc="2F320F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434E59"/>
    <w:multiLevelType w:val="hybridMultilevel"/>
    <w:tmpl w:val="DFE283DC"/>
    <w:lvl w:ilvl="0" w:tplc="1602B1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D4B7F"/>
    <w:multiLevelType w:val="hybridMultilevel"/>
    <w:tmpl w:val="6AB409C6"/>
    <w:lvl w:ilvl="0" w:tplc="4B5A3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6163C2"/>
    <w:multiLevelType w:val="hybridMultilevel"/>
    <w:tmpl w:val="991C5F96"/>
    <w:lvl w:ilvl="0" w:tplc="E93EA15A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33AF7A7A"/>
    <w:multiLevelType w:val="hybridMultilevel"/>
    <w:tmpl w:val="00B0D270"/>
    <w:lvl w:ilvl="0" w:tplc="1032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846D6C"/>
    <w:multiLevelType w:val="hybridMultilevel"/>
    <w:tmpl w:val="14DEE8D0"/>
    <w:lvl w:ilvl="0" w:tplc="ADAC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CF4552A"/>
    <w:multiLevelType w:val="hybridMultilevel"/>
    <w:tmpl w:val="D58CE2B4"/>
    <w:lvl w:ilvl="0" w:tplc="FAD084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6923A85"/>
    <w:multiLevelType w:val="hybridMultilevel"/>
    <w:tmpl w:val="D05CEECC"/>
    <w:lvl w:ilvl="0" w:tplc="65B2CF86">
      <w:start w:val="1"/>
      <w:numFmt w:val="decimal"/>
      <w:lvlText w:val="(%1)"/>
      <w:lvlJc w:val="left"/>
      <w:pPr>
        <w:ind w:left="5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EF"/>
    <w:rsid w:val="00005C5D"/>
    <w:rsid w:val="000062A9"/>
    <w:rsid w:val="00010513"/>
    <w:rsid w:val="00010591"/>
    <w:rsid w:val="00010EE0"/>
    <w:rsid w:val="000150DF"/>
    <w:rsid w:val="00025025"/>
    <w:rsid w:val="00060D60"/>
    <w:rsid w:val="000832DA"/>
    <w:rsid w:val="000B021C"/>
    <w:rsid w:val="000B7D33"/>
    <w:rsid w:val="000F76F6"/>
    <w:rsid w:val="00100788"/>
    <w:rsid w:val="00100AC7"/>
    <w:rsid w:val="00104DD0"/>
    <w:rsid w:val="00127A57"/>
    <w:rsid w:val="00130029"/>
    <w:rsid w:val="00143870"/>
    <w:rsid w:val="001456F2"/>
    <w:rsid w:val="00150836"/>
    <w:rsid w:val="00182EC3"/>
    <w:rsid w:val="00184A79"/>
    <w:rsid w:val="00186BBA"/>
    <w:rsid w:val="001C04B3"/>
    <w:rsid w:val="00206369"/>
    <w:rsid w:val="002064B3"/>
    <w:rsid w:val="0021069A"/>
    <w:rsid w:val="00214839"/>
    <w:rsid w:val="002244E9"/>
    <w:rsid w:val="00224E22"/>
    <w:rsid w:val="00255759"/>
    <w:rsid w:val="00267238"/>
    <w:rsid w:val="00283BC9"/>
    <w:rsid w:val="002A103E"/>
    <w:rsid w:val="002A32AB"/>
    <w:rsid w:val="002B0DBD"/>
    <w:rsid w:val="002C4744"/>
    <w:rsid w:val="002D3657"/>
    <w:rsid w:val="002D50CC"/>
    <w:rsid w:val="002E06D5"/>
    <w:rsid w:val="002E7510"/>
    <w:rsid w:val="002F569E"/>
    <w:rsid w:val="002F62CF"/>
    <w:rsid w:val="00312EBB"/>
    <w:rsid w:val="00340C70"/>
    <w:rsid w:val="003835E6"/>
    <w:rsid w:val="003C57EF"/>
    <w:rsid w:val="003F27BF"/>
    <w:rsid w:val="003F2C29"/>
    <w:rsid w:val="003F74BC"/>
    <w:rsid w:val="00413AFD"/>
    <w:rsid w:val="0041422E"/>
    <w:rsid w:val="00416F42"/>
    <w:rsid w:val="004223F3"/>
    <w:rsid w:val="004654ED"/>
    <w:rsid w:val="00466DD7"/>
    <w:rsid w:val="00467B76"/>
    <w:rsid w:val="00496887"/>
    <w:rsid w:val="004B45CC"/>
    <w:rsid w:val="004B783F"/>
    <w:rsid w:val="004C6A1B"/>
    <w:rsid w:val="004D35E3"/>
    <w:rsid w:val="004E06F0"/>
    <w:rsid w:val="00505F40"/>
    <w:rsid w:val="00523BA8"/>
    <w:rsid w:val="005335D1"/>
    <w:rsid w:val="005532C7"/>
    <w:rsid w:val="00565761"/>
    <w:rsid w:val="005A1551"/>
    <w:rsid w:val="005C729C"/>
    <w:rsid w:val="005D6F94"/>
    <w:rsid w:val="005E0796"/>
    <w:rsid w:val="005E2BE1"/>
    <w:rsid w:val="005E5058"/>
    <w:rsid w:val="005E68E4"/>
    <w:rsid w:val="005E6DA6"/>
    <w:rsid w:val="00612C75"/>
    <w:rsid w:val="00620D97"/>
    <w:rsid w:val="00623A00"/>
    <w:rsid w:val="0062637A"/>
    <w:rsid w:val="00634BF1"/>
    <w:rsid w:val="00637A43"/>
    <w:rsid w:val="00681ACE"/>
    <w:rsid w:val="006831F3"/>
    <w:rsid w:val="006857BB"/>
    <w:rsid w:val="006B5173"/>
    <w:rsid w:val="006B51FC"/>
    <w:rsid w:val="006D1B3B"/>
    <w:rsid w:val="006D1DC1"/>
    <w:rsid w:val="006E510F"/>
    <w:rsid w:val="006E5DE6"/>
    <w:rsid w:val="00703341"/>
    <w:rsid w:val="007207CD"/>
    <w:rsid w:val="00731F31"/>
    <w:rsid w:val="00733800"/>
    <w:rsid w:val="00744EDD"/>
    <w:rsid w:val="007470CD"/>
    <w:rsid w:val="00754C36"/>
    <w:rsid w:val="00755346"/>
    <w:rsid w:val="00764393"/>
    <w:rsid w:val="00776F76"/>
    <w:rsid w:val="00777F5E"/>
    <w:rsid w:val="00791EEF"/>
    <w:rsid w:val="007B6C15"/>
    <w:rsid w:val="007C3729"/>
    <w:rsid w:val="007E7C2B"/>
    <w:rsid w:val="007F48D5"/>
    <w:rsid w:val="007F4944"/>
    <w:rsid w:val="00811FD7"/>
    <w:rsid w:val="00856024"/>
    <w:rsid w:val="00857BB2"/>
    <w:rsid w:val="008702CC"/>
    <w:rsid w:val="00870E5C"/>
    <w:rsid w:val="00874B07"/>
    <w:rsid w:val="008A69B1"/>
    <w:rsid w:val="008D180C"/>
    <w:rsid w:val="008D44F3"/>
    <w:rsid w:val="008E33E7"/>
    <w:rsid w:val="008E4FB4"/>
    <w:rsid w:val="00907512"/>
    <w:rsid w:val="00910120"/>
    <w:rsid w:val="009108C2"/>
    <w:rsid w:val="0091096B"/>
    <w:rsid w:val="00920756"/>
    <w:rsid w:val="00925560"/>
    <w:rsid w:val="00965231"/>
    <w:rsid w:val="009657B8"/>
    <w:rsid w:val="00967664"/>
    <w:rsid w:val="00972141"/>
    <w:rsid w:val="00977DB4"/>
    <w:rsid w:val="009816E9"/>
    <w:rsid w:val="00991A24"/>
    <w:rsid w:val="009B45FD"/>
    <w:rsid w:val="009D31E5"/>
    <w:rsid w:val="009F1C24"/>
    <w:rsid w:val="00A127CD"/>
    <w:rsid w:val="00A17356"/>
    <w:rsid w:val="00A267FF"/>
    <w:rsid w:val="00A36E71"/>
    <w:rsid w:val="00A4425B"/>
    <w:rsid w:val="00A5009C"/>
    <w:rsid w:val="00A50BDF"/>
    <w:rsid w:val="00A67B0D"/>
    <w:rsid w:val="00A73138"/>
    <w:rsid w:val="00A8012B"/>
    <w:rsid w:val="00A877C5"/>
    <w:rsid w:val="00A91A6F"/>
    <w:rsid w:val="00A91B49"/>
    <w:rsid w:val="00A9408C"/>
    <w:rsid w:val="00A96943"/>
    <w:rsid w:val="00AB076F"/>
    <w:rsid w:val="00AB7364"/>
    <w:rsid w:val="00AC1762"/>
    <w:rsid w:val="00B0036E"/>
    <w:rsid w:val="00B020FD"/>
    <w:rsid w:val="00B278AC"/>
    <w:rsid w:val="00B529FD"/>
    <w:rsid w:val="00B63FD2"/>
    <w:rsid w:val="00B66B52"/>
    <w:rsid w:val="00BA23E6"/>
    <w:rsid w:val="00BB027A"/>
    <w:rsid w:val="00BC0096"/>
    <w:rsid w:val="00BC6E1E"/>
    <w:rsid w:val="00BD15D1"/>
    <w:rsid w:val="00BF0137"/>
    <w:rsid w:val="00BF43A4"/>
    <w:rsid w:val="00BF4F8C"/>
    <w:rsid w:val="00C14093"/>
    <w:rsid w:val="00C14669"/>
    <w:rsid w:val="00C152C5"/>
    <w:rsid w:val="00C15388"/>
    <w:rsid w:val="00C16A5C"/>
    <w:rsid w:val="00C21223"/>
    <w:rsid w:val="00C27755"/>
    <w:rsid w:val="00C411E7"/>
    <w:rsid w:val="00C46ED9"/>
    <w:rsid w:val="00C625E8"/>
    <w:rsid w:val="00C63E8F"/>
    <w:rsid w:val="00C6661B"/>
    <w:rsid w:val="00C93CC8"/>
    <w:rsid w:val="00C974FB"/>
    <w:rsid w:val="00CA0CB4"/>
    <w:rsid w:val="00CB0E82"/>
    <w:rsid w:val="00CB52CF"/>
    <w:rsid w:val="00CC3117"/>
    <w:rsid w:val="00CE44DE"/>
    <w:rsid w:val="00CE5B10"/>
    <w:rsid w:val="00D227DF"/>
    <w:rsid w:val="00D316E0"/>
    <w:rsid w:val="00D32459"/>
    <w:rsid w:val="00D446BB"/>
    <w:rsid w:val="00D508FE"/>
    <w:rsid w:val="00D539FE"/>
    <w:rsid w:val="00D712B6"/>
    <w:rsid w:val="00D87025"/>
    <w:rsid w:val="00D951B5"/>
    <w:rsid w:val="00DA445F"/>
    <w:rsid w:val="00DC0728"/>
    <w:rsid w:val="00DC0E34"/>
    <w:rsid w:val="00DD043D"/>
    <w:rsid w:val="00DE115D"/>
    <w:rsid w:val="00DE11FE"/>
    <w:rsid w:val="00DF4448"/>
    <w:rsid w:val="00DF6C25"/>
    <w:rsid w:val="00DF7FF7"/>
    <w:rsid w:val="00E00409"/>
    <w:rsid w:val="00E24B14"/>
    <w:rsid w:val="00E33C2C"/>
    <w:rsid w:val="00E36C9A"/>
    <w:rsid w:val="00E47515"/>
    <w:rsid w:val="00E524B0"/>
    <w:rsid w:val="00E56727"/>
    <w:rsid w:val="00E650B3"/>
    <w:rsid w:val="00E76147"/>
    <w:rsid w:val="00E871F1"/>
    <w:rsid w:val="00E90197"/>
    <w:rsid w:val="00EA2ECD"/>
    <w:rsid w:val="00EA4CE1"/>
    <w:rsid w:val="00EA5EEA"/>
    <w:rsid w:val="00ED6F25"/>
    <w:rsid w:val="00EE3EA2"/>
    <w:rsid w:val="00EE7B17"/>
    <w:rsid w:val="00EF196B"/>
    <w:rsid w:val="00F05339"/>
    <w:rsid w:val="00F11A6C"/>
    <w:rsid w:val="00F40D2D"/>
    <w:rsid w:val="00F5003F"/>
    <w:rsid w:val="00F67CF4"/>
    <w:rsid w:val="00F7329B"/>
    <w:rsid w:val="00F83FA7"/>
    <w:rsid w:val="00F85ABF"/>
    <w:rsid w:val="00FB07FE"/>
    <w:rsid w:val="00FB468D"/>
    <w:rsid w:val="00FC2E9C"/>
    <w:rsid w:val="00FC5344"/>
    <w:rsid w:val="00FD3974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254C17D0"/>
  <w15:docId w15:val="{BDF6FFF3-9C71-4E5D-8E42-604BC03E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1EE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9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7664"/>
  </w:style>
  <w:style w:type="paragraph" w:styleId="a6">
    <w:name w:val="footer"/>
    <w:basedOn w:val="a"/>
    <w:link w:val="a7"/>
    <w:uiPriority w:val="99"/>
    <w:unhideWhenUsed/>
    <w:rsid w:val="009676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7664"/>
  </w:style>
  <w:style w:type="paragraph" w:styleId="a8">
    <w:name w:val="Balloon Text"/>
    <w:basedOn w:val="a"/>
    <w:link w:val="a9"/>
    <w:uiPriority w:val="99"/>
    <w:semiHidden/>
    <w:unhideWhenUsed/>
    <w:rsid w:val="001C0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4B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rsid w:val="00C63E8F"/>
    <w:rPr>
      <w:rFonts w:ascii="ＭＳ 明朝" w:eastAsia="ＭＳ 明朝" w:hAnsi="Courier New" w:cs="Courier New"/>
      <w:sz w:val="24"/>
      <w:szCs w:val="21"/>
    </w:rPr>
  </w:style>
  <w:style w:type="character" w:customStyle="1" w:styleId="ab">
    <w:name w:val="書式なし (文字)"/>
    <w:basedOn w:val="a0"/>
    <w:link w:val="aa"/>
    <w:rsid w:val="00C63E8F"/>
    <w:rPr>
      <w:rFonts w:ascii="ＭＳ 明朝" w:eastAsia="ＭＳ 明朝" w:hAnsi="Courier New" w:cs="Courier New"/>
      <w:sz w:val="24"/>
      <w:szCs w:val="21"/>
    </w:rPr>
  </w:style>
  <w:style w:type="paragraph" w:styleId="ac">
    <w:name w:val="List Paragraph"/>
    <w:basedOn w:val="a"/>
    <w:uiPriority w:val="34"/>
    <w:qFormat/>
    <w:rsid w:val="00BF43A4"/>
    <w:pPr>
      <w:ind w:leftChars="400" w:left="840"/>
    </w:pPr>
  </w:style>
  <w:style w:type="paragraph" w:styleId="ad">
    <w:name w:val="No Spacing"/>
    <w:basedOn w:val="a"/>
    <w:link w:val="ae"/>
    <w:uiPriority w:val="1"/>
    <w:qFormat/>
    <w:rsid w:val="009816E9"/>
    <w:pPr>
      <w:widowControl/>
      <w:jc w:val="left"/>
    </w:pPr>
    <w:rPr>
      <w:rFonts w:asciiTheme="minorEastAsia"/>
      <w:kern w:val="0"/>
      <w:sz w:val="20"/>
      <w:szCs w:val="20"/>
    </w:rPr>
  </w:style>
  <w:style w:type="character" w:customStyle="1" w:styleId="ae">
    <w:name w:val="行間詰め (文字)"/>
    <w:basedOn w:val="a0"/>
    <w:link w:val="ad"/>
    <w:uiPriority w:val="1"/>
    <w:rsid w:val="009816E9"/>
    <w:rPr>
      <w:rFonts w:asciiTheme="minor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8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1527F-E4F1-45BA-81A9-0C6795AE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C4126AFF.dotm</Template>
  <TotalTime>206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旭市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臼井 航</dc:creator>
  <cp:lastModifiedBy>金田　直樹</cp:lastModifiedBy>
  <cp:revision>10</cp:revision>
  <cp:lastPrinted>2022-04-13T01:02:00Z</cp:lastPrinted>
  <dcterms:created xsi:type="dcterms:W3CDTF">2022-04-12T03:13:00Z</dcterms:created>
  <dcterms:modified xsi:type="dcterms:W3CDTF">2023-04-03T11:29:00Z</dcterms:modified>
</cp:coreProperties>
</file>